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>Nabídka na</w:t>
      </w:r>
      <w:r w:rsidRPr="00F05536">
        <w:rPr>
          <w:bCs/>
        </w:rPr>
        <w:t xml:space="preserve">: </w:t>
      </w:r>
      <w:r w:rsidRPr="00F05536">
        <w:rPr>
          <w:b/>
        </w:rPr>
        <w:t>„</w:t>
      </w:r>
      <w:r w:rsidR="003701C3">
        <w:rPr>
          <w:b/>
        </w:rPr>
        <w:t>Nákup drtičky větví</w:t>
      </w:r>
      <w:bookmarkStart w:id="0" w:name="_GoBack"/>
      <w:bookmarkEnd w:id="0"/>
      <w:r w:rsidRPr="00F05536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374707" w:rsidRPr="00AB45D6" w:rsidRDefault="00AB45D6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spacing w:before="120"/>
        <w:ind w:left="1003" w:hanging="357"/>
      </w:pPr>
      <w:r w:rsidRPr="00AB45D6">
        <w:t>Formulář ČP o splnění základní způsobilosti</w:t>
      </w:r>
    </w:p>
    <w:p w:rsidR="00374707" w:rsidRPr="00AB45D6" w:rsidRDefault="00374707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AB45D6">
        <w:t>Formulář nabídky</w:t>
      </w:r>
    </w:p>
    <w:p w:rsidR="00374707" w:rsidRPr="00AB45D6" w:rsidRDefault="00AB45D6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AB45D6">
        <w:t>Návrh kupní smlouvy</w:t>
      </w:r>
    </w:p>
    <w:p w:rsidR="00374707" w:rsidRPr="00AB45D6" w:rsidRDefault="00AB45D6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AB45D6">
        <w:t>Nález podezřelého předmětu</w:t>
      </w:r>
    </w:p>
    <w:p w:rsidR="00374707" w:rsidRPr="00AB45D6" w:rsidRDefault="00AB45D6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AB45D6">
        <w:t>Čestné prohlášení ve vztahu k zakázaným dohodám</w:t>
      </w:r>
    </w:p>
    <w:p w:rsidR="00374707" w:rsidRPr="007364DE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AB45D6">
        <w:rPr>
          <w:b/>
        </w:rPr>
        <w:t>Nák</w:t>
      </w:r>
      <w:r w:rsidR="00E50B37">
        <w:rPr>
          <w:b/>
        </w:rPr>
        <w:t>up drtičky větví</w:t>
      </w:r>
      <w:r w:rsidRPr="00F05536">
        <w:rPr>
          <w:b/>
        </w:rPr>
        <w:t xml:space="preserve">“ </w:t>
      </w:r>
      <w:r w:rsidRPr="00F05536">
        <w:t>za tuto nabídkovou c</w:t>
      </w:r>
      <w:r w:rsidR="00AB45D6">
        <w:t>enu</w:t>
      </w:r>
      <w:r w:rsidRPr="00F05536">
        <w:t>: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 xml:space="preserve">Celková nabídková cena bez DPH:            </w:t>
      </w:r>
      <w:r w:rsidR="00611C08">
        <w:rPr>
          <w:b/>
          <w:bCs/>
        </w:rPr>
        <w:t xml:space="preserve"> </w:t>
      </w:r>
      <w:r w:rsidRPr="00F05536">
        <w:rPr>
          <w:b/>
          <w:bCs/>
        </w:rPr>
        <w:t xml:space="preserve"> 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="00611C08">
        <w:rPr>
          <w:b/>
          <w:bCs/>
        </w:rPr>
        <w:t xml:space="preserve">     </w:t>
      </w:r>
      <w:r w:rsidRPr="00F05536">
        <w:rPr>
          <w:b/>
          <w:bCs/>
        </w:rPr>
        <w:t xml:space="preserve">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F05536">
        <w:rPr>
          <w:b/>
          <w:bCs/>
        </w:rPr>
        <w:t>Celková nabídková cena včetně DPH           ……………… Kč</w:t>
      </w:r>
    </w:p>
    <w:p w:rsidR="00374707" w:rsidRPr="00F05536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>Předmět veřejné zakázky  provedeme v rozsahu, který je přesně vymezen zadávacími podklady (viz. bod číslo 1). Souhlasíme s tím, že tato nabídka a zadávací dokumentace jsou závazným</w:t>
      </w:r>
      <w:r w:rsidR="00E60CFB">
        <w:t xml:space="preserve"> podkladem pro uzavření smlouvy</w:t>
      </w:r>
      <w:r w:rsidRPr="00F05536">
        <w:t>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374707" w:rsidRPr="00AF458C" w:rsidRDefault="00A17B5D" w:rsidP="00374707">
      <w:pPr>
        <w:pStyle w:val="Zhlav"/>
        <w:tabs>
          <w:tab w:val="clear" w:pos="4536"/>
          <w:tab w:val="left" w:pos="1843"/>
        </w:tabs>
        <w:ind w:left="284"/>
      </w:pPr>
      <w:r>
        <w:t>Zahájení plnění</w:t>
      </w:r>
      <w:r w:rsidR="00374707" w:rsidRPr="00F05536">
        <w:t xml:space="preserve">: </w:t>
      </w:r>
      <w:r w:rsidR="00AF458C">
        <w:rPr>
          <w:b/>
        </w:rPr>
        <w:t>srpen</w:t>
      </w:r>
      <w:r w:rsidR="00F05536" w:rsidRPr="00F05536">
        <w:rPr>
          <w:b/>
        </w:rPr>
        <w:t xml:space="preserve"> 2020</w:t>
      </w:r>
      <w:r w:rsidR="00AF458C">
        <w:rPr>
          <w:b/>
        </w:rPr>
        <w:t xml:space="preserve"> – </w:t>
      </w:r>
      <w:r w:rsidR="00AF458C" w:rsidRPr="00AF458C">
        <w:t>ihned po nabytí účinnosti kupní smlouvy uveřejněním               v registru smluv.</w:t>
      </w:r>
      <w:r w:rsidR="00374707" w:rsidRPr="00AF458C">
        <w:t xml:space="preserve"> </w:t>
      </w:r>
    </w:p>
    <w:p w:rsidR="00374707" w:rsidRPr="007364DE" w:rsidRDefault="00A17B5D" w:rsidP="00374707">
      <w:pPr>
        <w:pStyle w:val="Zhlav"/>
        <w:tabs>
          <w:tab w:val="clear" w:pos="4536"/>
          <w:tab w:val="left" w:pos="1843"/>
        </w:tabs>
        <w:ind w:left="284"/>
      </w:pPr>
      <w:r>
        <w:t>Ukončení plnění</w:t>
      </w:r>
      <w:r w:rsidR="00374707" w:rsidRPr="00F05536">
        <w:t xml:space="preserve">: </w:t>
      </w:r>
      <w:r w:rsidR="00E50B37">
        <w:rPr>
          <w:b/>
        </w:rPr>
        <w:t>30</w:t>
      </w:r>
      <w:r w:rsidR="00374707" w:rsidRPr="00F05536">
        <w:rPr>
          <w:b/>
        </w:rPr>
        <w:t xml:space="preserve">. </w:t>
      </w:r>
      <w:r w:rsidR="00E50B37">
        <w:rPr>
          <w:b/>
        </w:rPr>
        <w:t>listopadu</w:t>
      </w:r>
      <w:r w:rsidR="00F05536" w:rsidRPr="00F05536">
        <w:rPr>
          <w:b/>
        </w:rPr>
        <w:t xml:space="preserve"> 2020</w:t>
      </w:r>
      <w:r w:rsidR="00374707" w:rsidRPr="00F05536">
        <w:t xml:space="preserve">   </w:t>
      </w:r>
      <w:r w:rsidR="00374707"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Pr="007364DE">
        <w:tab/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lastRenderedPageBreak/>
        <w:t>……………………………….</w:t>
      </w:r>
    </w:p>
    <w:p w:rsidR="00AF3978" w:rsidRPr="007364DE" w:rsidRDefault="00AF3978" w:rsidP="00AF3978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AF3978" w:rsidRDefault="00AF3978" w:rsidP="00AF3978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AF3978" w:rsidRPr="007364DE" w:rsidRDefault="00AF3978" w:rsidP="00AF3978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V případě, že naše nabídka bude vybrána a bude uzavřena s</w:t>
      </w:r>
      <w:r>
        <w:t xml:space="preserve">mlouva, </w:t>
      </w:r>
      <w:r w:rsidRPr="007364DE">
        <w:t>akceptujeme podmínku zadavatele na kontrolu efektivního využívání prostředků ze strany Státního fondu dopravní infrastruktury, a to po celou dobu realizace zakázky.</w:t>
      </w:r>
    </w:p>
    <w:p w:rsidR="00AF3978" w:rsidRPr="007364DE" w:rsidRDefault="00AF3978" w:rsidP="00AF3978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AF3978" w:rsidRPr="007364DE" w:rsidRDefault="00AF3978" w:rsidP="00AF3978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</w:p>
    <w:p w:rsidR="00AF3978" w:rsidRPr="007364DE" w:rsidRDefault="00AF3978" w:rsidP="00AF3978">
      <w:pPr>
        <w:spacing w:before="120"/>
        <w:ind w:left="284"/>
      </w:pPr>
      <w:r w:rsidRPr="007364DE">
        <w:t xml:space="preserve">v postavení: </w:t>
      </w:r>
    </w:p>
    <w:p w:rsidR="00AF3978" w:rsidRPr="007364DE" w:rsidRDefault="00AF3978" w:rsidP="00AF3978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AF3978" w:rsidRDefault="00AF3978" w:rsidP="00AF3978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AF3978" w:rsidRPr="007364DE" w:rsidRDefault="00AF3978" w:rsidP="00AF3978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AF3978" w:rsidRPr="007364DE" w:rsidRDefault="00AF3978" w:rsidP="00AF3978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3F5" w:rsidRDefault="009303F5" w:rsidP="00962258">
      <w:pPr>
        <w:spacing w:after="0" w:line="240" w:lineRule="auto"/>
      </w:pPr>
      <w:r>
        <w:separator/>
      </w:r>
    </w:p>
  </w:endnote>
  <w:endnote w:type="continuationSeparator" w:id="0">
    <w:p w:rsidR="009303F5" w:rsidRDefault="009303F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584" w:rsidRDefault="0071658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701C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701C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3E7E3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37393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701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701C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E559C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7F091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3F5" w:rsidRDefault="009303F5" w:rsidP="00962258">
      <w:pPr>
        <w:spacing w:after="0" w:line="240" w:lineRule="auto"/>
      </w:pPr>
      <w:r>
        <w:separator/>
      </w:r>
    </w:p>
  </w:footnote>
  <w:footnote w:type="continuationSeparator" w:id="0">
    <w:p w:rsidR="009303F5" w:rsidRDefault="009303F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584" w:rsidRDefault="0071658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61BD"/>
    <w:rsid w:val="00280E07"/>
    <w:rsid w:val="002C31BF"/>
    <w:rsid w:val="002D08B1"/>
    <w:rsid w:val="002E0CD7"/>
    <w:rsid w:val="00341DCF"/>
    <w:rsid w:val="00357BC6"/>
    <w:rsid w:val="003701C3"/>
    <w:rsid w:val="00374707"/>
    <w:rsid w:val="003956C6"/>
    <w:rsid w:val="003F15C7"/>
    <w:rsid w:val="00411177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736B7"/>
    <w:rsid w:val="00575E5A"/>
    <w:rsid w:val="0059084E"/>
    <w:rsid w:val="005F1404"/>
    <w:rsid w:val="0061068E"/>
    <w:rsid w:val="00611C08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6584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03F5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17B5D"/>
    <w:rsid w:val="00A6177B"/>
    <w:rsid w:val="00A66136"/>
    <w:rsid w:val="00AA4CBB"/>
    <w:rsid w:val="00AA65FA"/>
    <w:rsid w:val="00AA7351"/>
    <w:rsid w:val="00AB45D6"/>
    <w:rsid w:val="00AD056F"/>
    <w:rsid w:val="00AD6731"/>
    <w:rsid w:val="00AF3978"/>
    <w:rsid w:val="00AF458C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50B37"/>
    <w:rsid w:val="00E60CFB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49216A"/>
  <w14:defaultImageDpi w14:val="32767"/>
  <w15:docId w15:val="{D7E1E442-8AF0-4F03-A5A1-445C133C7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B509F13-EBB1-4D9F-BF73-934E72502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34</TotalTime>
  <Pages>2</Pages>
  <Words>444</Words>
  <Characters>2621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Karafiát Martin</cp:lastModifiedBy>
  <cp:revision>13</cp:revision>
  <cp:lastPrinted>2017-11-28T17:18:00Z</cp:lastPrinted>
  <dcterms:created xsi:type="dcterms:W3CDTF">2020-01-20T13:28:00Z</dcterms:created>
  <dcterms:modified xsi:type="dcterms:W3CDTF">2020-07-23T05:55:00Z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